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5C9A55" w14:textId="6B876E0A" w:rsidR="009F392E" w:rsidRDefault="00001148" w:rsidP="00F0533E">
      <w:pPr>
        <w:rPr>
          <w:noProof/>
        </w:rPr>
      </w:pPr>
      <w:r>
        <w:rPr>
          <w:rFonts w:asciiTheme="majorHAnsi" w:eastAsia="Times New Roman" w:hAnsiTheme="majorHAnsi" w:cs="Times New Roman"/>
          <w:lang w:eastAsia="cs-CZ"/>
        </w:rPr>
        <w:t>Příloha Smlouvy o poskytování služeb č</w:t>
      </w:r>
      <w:r w:rsidRPr="00001148">
        <w:rPr>
          <w:rFonts w:asciiTheme="majorHAnsi" w:eastAsia="Times New Roman" w:hAnsiTheme="majorHAnsi" w:cs="Times New Roman"/>
          <w:lang w:eastAsia="cs-CZ"/>
        </w:rPr>
        <w:t>.</w:t>
      </w:r>
      <w:r w:rsidR="0060745D" w:rsidRPr="00001148">
        <w:rPr>
          <w:noProof/>
        </w:rPr>
        <w:t xml:space="preserve"> </w:t>
      </w:r>
      <w:r w:rsidR="003E1056" w:rsidRPr="00001148">
        <w:rPr>
          <w:noProof/>
        </w:rPr>
        <w:t>4</w:t>
      </w:r>
      <w:r w:rsidR="00B85B4C" w:rsidRPr="00001148">
        <w:rPr>
          <w:noProof/>
        </w:rPr>
        <w:t xml:space="preserve"> </w:t>
      </w:r>
      <w:r w:rsidR="003A25EE">
        <w:rPr>
          <w:noProof/>
        </w:rPr>
        <w:t>– Seznam členů realizačního týmu</w:t>
      </w:r>
    </w:p>
    <w:p w14:paraId="66999AB3" w14:textId="77777777" w:rsidR="00B85B4C" w:rsidRDefault="00B85B4C" w:rsidP="00D92F0A">
      <w:pPr>
        <w:pStyle w:val="Nadpis1"/>
        <w:rPr>
          <w:noProof/>
        </w:rPr>
      </w:pPr>
      <w:r w:rsidRPr="00B85B4C">
        <w:rPr>
          <w:noProof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  <w:gridCol w:w="2458"/>
      </w:tblGrid>
      <w:tr w:rsidR="00B85B4C" w:rsidRPr="00FD23CD" w14:paraId="1378DD7B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DD0AD7B" w14:textId="77777777" w:rsidR="00B85B4C" w:rsidRPr="00D92F0A" w:rsidRDefault="00B85B4C" w:rsidP="00113508">
            <w:pPr>
              <w:spacing w:after="240"/>
              <w:rPr>
                <w:rStyle w:val="Siln"/>
                <w:highlight w:val="green"/>
              </w:rPr>
            </w:pPr>
            <w:r w:rsidRPr="00D92F0A">
              <w:rPr>
                <w:rStyle w:val="Siln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9C031A" w14:textId="77777777" w:rsidR="00B85B4C" w:rsidRPr="00D92F0A" w:rsidRDefault="00B85B4C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green"/>
              </w:rPr>
            </w:pPr>
            <w:r w:rsidRPr="00D92F0A">
              <w:rPr>
                <w:rStyle w:val="Siln"/>
              </w:rPr>
              <w:t>Kontaktní údaje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2FD7DC" w14:textId="77777777" w:rsidR="00B85B4C" w:rsidRPr="00D92F0A" w:rsidRDefault="00B85B4C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yellow"/>
              </w:rPr>
            </w:pPr>
            <w:r w:rsidRPr="00D92F0A">
              <w:rPr>
                <w:rStyle w:val="Siln"/>
              </w:rPr>
              <w:t>Činnosti prováděné členem Realizačního týmu</w:t>
            </w:r>
          </w:p>
        </w:tc>
      </w:tr>
      <w:tr w:rsidR="00B85B4C" w:rsidRPr="00FD23CD" w14:paraId="017E30CD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60E6" w14:textId="5D0A2BE1" w:rsidR="00B85B4C" w:rsidRPr="00123097" w:rsidRDefault="003B05F8" w:rsidP="00FD3174">
            <w:pPr>
              <w:rPr>
                <w:lang w:eastAsia="cs-CZ"/>
              </w:rPr>
            </w:pPr>
            <w:r w:rsidRPr="00123097">
              <w:rPr>
                <w:lang w:eastAsia="cs-CZ"/>
              </w:rPr>
              <w:t>Lektor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30748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586B4A0B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D92F0A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27046FA0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703B089E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D92F0A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23C677C8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0FEDFA2B" w14:textId="4AF0DD71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D92F0A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EC60" w14:textId="77777777" w:rsidR="00B767B8" w:rsidRDefault="00154E43" w:rsidP="00154E43">
            <w:pPr>
              <w:pStyle w:val="Odstavecseseznamem"/>
              <w:numPr>
                <w:ilvl w:val="0"/>
                <w:numId w:val="34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154E43">
              <w:rPr>
                <w:rFonts w:cs="Calibri"/>
                <w:color w:val="000000"/>
              </w:rPr>
              <w:t>provedení školení MS Office ve všech požadovaných tématech (</w:t>
            </w:r>
            <w:r w:rsidRPr="00154E43">
              <w:rPr>
                <w:rFonts w:cs="Calibri"/>
                <w:color w:val="000000"/>
              </w:rPr>
              <w:t>Word I, II, Excel I, II, III, PowerPoint I, II, Outlook,</w:t>
            </w:r>
            <w:r w:rsidRPr="00154E43">
              <w:rPr>
                <w:rFonts w:cs="Calibri"/>
                <w:color w:val="000000"/>
              </w:rPr>
              <w:t xml:space="preserve"> </w:t>
            </w:r>
            <w:proofErr w:type="spellStart"/>
            <w:r w:rsidRPr="00154E43">
              <w:rPr>
                <w:rFonts w:cs="Calibri"/>
                <w:color w:val="000000"/>
              </w:rPr>
              <w:t>Teams</w:t>
            </w:r>
            <w:proofErr w:type="spellEnd"/>
            <w:r w:rsidRPr="00154E43">
              <w:rPr>
                <w:rFonts w:cs="Calibri"/>
                <w:color w:val="000000"/>
              </w:rPr>
              <w:t xml:space="preserve">, Access, Project, Visio, Excel makra, </w:t>
            </w:r>
            <w:proofErr w:type="spellStart"/>
            <w:r w:rsidRPr="00154E43">
              <w:rPr>
                <w:rFonts w:cs="Calibri"/>
                <w:color w:val="000000"/>
              </w:rPr>
              <w:t>Power</w:t>
            </w:r>
            <w:proofErr w:type="spellEnd"/>
            <w:r w:rsidRPr="00154E43">
              <w:rPr>
                <w:rFonts w:cs="Calibri"/>
                <w:color w:val="000000"/>
              </w:rPr>
              <w:t xml:space="preserve"> nástroje a kancelářský balíček MS</w:t>
            </w:r>
            <w:r w:rsidRPr="00154E43">
              <w:rPr>
                <w:rFonts w:cs="Calibri"/>
                <w:color w:val="000000"/>
              </w:rPr>
              <w:t xml:space="preserve"> </w:t>
            </w:r>
            <w:r w:rsidRPr="00154E43">
              <w:rPr>
                <w:rFonts w:cs="Calibri"/>
                <w:color w:val="000000"/>
              </w:rPr>
              <w:t>Office</w:t>
            </w:r>
            <w:r w:rsidRPr="00154E43">
              <w:rPr>
                <w:rFonts w:cs="Calibri"/>
                <w:color w:val="000000"/>
              </w:rPr>
              <w:t>)</w:t>
            </w:r>
            <w:r>
              <w:rPr>
                <w:rFonts w:cs="Calibri"/>
                <w:color w:val="000000"/>
              </w:rPr>
              <w:t>;</w:t>
            </w:r>
          </w:p>
          <w:p w14:paraId="37A2F42D" w14:textId="40994012" w:rsidR="00154E43" w:rsidRPr="00154E43" w:rsidRDefault="00154E43" w:rsidP="00154E43">
            <w:pPr>
              <w:pStyle w:val="Odstavecseseznamem"/>
              <w:numPr>
                <w:ilvl w:val="0"/>
                <w:numId w:val="34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administrativní činnosti dle bližší specifikace a Smlouvy (zejména vyhotovení zprávy z každého jednotlivého výukového dne, závěrečné zprávy lektora apod.)</w:t>
            </w:r>
          </w:p>
        </w:tc>
      </w:tr>
      <w:tr w:rsidR="00B85B4C" w:rsidRPr="00FD23CD" w14:paraId="68007B43" w14:textId="77777777" w:rsidTr="00154E43">
        <w:trPr>
          <w:trHeight w:val="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2E2C4" w14:textId="01CDB8F7" w:rsidR="00B85B4C" w:rsidRPr="00123097" w:rsidRDefault="003B05F8" w:rsidP="00FD3174">
            <w:pPr>
              <w:rPr>
                <w:lang w:eastAsia="cs-CZ"/>
              </w:rPr>
            </w:pPr>
            <w:r w:rsidRPr="00123097">
              <w:rPr>
                <w:lang w:eastAsia="cs-CZ"/>
              </w:rPr>
              <w:t>Lektor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25F2F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Jméno a příjmení:</w:t>
            </w:r>
          </w:p>
          <w:p w14:paraId="62EA552E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52D2AE03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val="de-AT" w:eastAsia="cs-CZ"/>
              </w:rPr>
            </w:pPr>
            <w:r w:rsidRPr="000E5CAE">
              <w:rPr>
                <w:color w:val="000000"/>
              </w:rPr>
              <w:t>Telefon:</w:t>
            </w:r>
            <w:r w:rsidRPr="000E5CAE">
              <w:rPr>
                <w:b/>
                <w:color w:val="000000"/>
              </w:rPr>
              <w:t xml:space="preserve"> </w:t>
            </w:r>
          </w:p>
          <w:p w14:paraId="776A7CEE" w14:textId="77777777" w:rsidR="00B85B4C" w:rsidRPr="000E5CAE" w:rsidRDefault="00B85B4C" w:rsidP="00FD31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4B47C07A" w14:textId="77777777" w:rsidR="00B85B4C" w:rsidRPr="000E5CAE" w:rsidRDefault="00B85B4C" w:rsidP="00FD31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E-mail:</w:t>
            </w:r>
          </w:p>
          <w:p w14:paraId="1AAFF8A4" w14:textId="77777777" w:rsidR="00B85B4C" w:rsidRPr="000E5CAE" w:rsidRDefault="00B85B4C" w:rsidP="00FD31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2070" w14:textId="77777777" w:rsidR="00154E43" w:rsidRDefault="00154E43" w:rsidP="00154E43">
            <w:pPr>
              <w:pStyle w:val="Odstavecseseznamem"/>
              <w:numPr>
                <w:ilvl w:val="0"/>
                <w:numId w:val="34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154E43">
              <w:rPr>
                <w:rFonts w:cs="Calibri"/>
                <w:color w:val="000000"/>
              </w:rPr>
              <w:t xml:space="preserve">provedení školení MS Office ve všech požadovaných tématech (Word I, II, Excel I, II, III, PowerPoint I, II, Outlook, </w:t>
            </w:r>
            <w:proofErr w:type="spellStart"/>
            <w:r w:rsidRPr="00154E43">
              <w:rPr>
                <w:rFonts w:cs="Calibri"/>
                <w:color w:val="000000"/>
              </w:rPr>
              <w:t>Teams</w:t>
            </w:r>
            <w:proofErr w:type="spellEnd"/>
            <w:r w:rsidRPr="00154E43">
              <w:rPr>
                <w:rFonts w:cs="Calibri"/>
                <w:color w:val="000000"/>
              </w:rPr>
              <w:t xml:space="preserve">, Access, Project, Visio, Excel makra, </w:t>
            </w:r>
            <w:proofErr w:type="spellStart"/>
            <w:r w:rsidRPr="00154E43">
              <w:rPr>
                <w:rFonts w:cs="Calibri"/>
                <w:color w:val="000000"/>
              </w:rPr>
              <w:t>Power</w:t>
            </w:r>
            <w:proofErr w:type="spellEnd"/>
            <w:r w:rsidRPr="00154E43">
              <w:rPr>
                <w:rFonts w:cs="Calibri"/>
                <w:color w:val="000000"/>
              </w:rPr>
              <w:t xml:space="preserve"> nástroje a kancelářský balíček MS Office)</w:t>
            </w:r>
            <w:r>
              <w:rPr>
                <w:rFonts w:cs="Calibri"/>
                <w:color w:val="000000"/>
              </w:rPr>
              <w:t>;</w:t>
            </w:r>
          </w:p>
          <w:p w14:paraId="6BE269C4" w14:textId="24AC438A" w:rsidR="00B767B8" w:rsidRPr="00123097" w:rsidRDefault="00154E43" w:rsidP="00154E43">
            <w:pPr>
              <w:pStyle w:val="Odstavecseseznamem"/>
              <w:numPr>
                <w:ilvl w:val="0"/>
                <w:numId w:val="34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154E43">
              <w:rPr>
                <w:rFonts w:cs="Calibri"/>
                <w:color w:val="000000"/>
              </w:rPr>
              <w:t xml:space="preserve">administrativní činnosti dle bližší specifikace a Smlouvy (zejména vyhotovení zprávy z každého jednotlivého výukového dne, </w:t>
            </w:r>
            <w:r w:rsidRPr="00154E43">
              <w:rPr>
                <w:rFonts w:cs="Calibri"/>
                <w:color w:val="000000"/>
              </w:rPr>
              <w:lastRenderedPageBreak/>
              <w:t>závěrečné zprávy lektora apod.)</w:t>
            </w:r>
          </w:p>
        </w:tc>
      </w:tr>
      <w:tr w:rsidR="00154E43" w:rsidRPr="00FD23CD" w14:paraId="6D122F41" w14:textId="77777777" w:rsidTr="00154E43">
        <w:trPr>
          <w:trHeight w:val="50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5AB4E" w14:textId="283BF52E" w:rsidR="00154E43" w:rsidRPr="00123097" w:rsidRDefault="00154E43" w:rsidP="00154E43">
            <w:pPr>
              <w:rPr>
                <w:lang w:eastAsia="cs-CZ"/>
              </w:rPr>
            </w:pPr>
            <w:r w:rsidRPr="00123097">
              <w:rPr>
                <w:lang w:eastAsia="cs-CZ"/>
              </w:rPr>
              <w:lastRenderedPageBreak/>
              <w:t xml:space="preserve">Lektor 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9B3BE" w14:textId="77777777" w:rsidR="00154E43" w:rsidRPr="000E5CAE" w:rsidRDefault="00154E43" w:rsidP="0015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</w:rPr>
            </w:pPr>
            <w:r w:rsidRPr="000E5CAE">
              <w:rPr>
                <w:color w:val="000000"/>
              </w:rPr>
              <w:t>Jméno a příjmení:</w:t>
            </w:r>
            <w:r w:rsidRPr="000E5CAE">
              <w:rPr>
                <w:b/>
                <w:color w:val="000000"/>
              </w:rPr>
              <w:t xml:space="preserve"> </w:t>
            </w:r>
          </w:p>
          <w:p w14:paraId="234142C9" w14:textId="77777777" w:rsidR="00154E43" w:rsidRPr="000E5CAE" w:rsidRDefault="00154E43" w:rsidP="0015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19ABECCB" w14:textId="77777777" w:rsidR="00154E43" w:rsidRPr="000E5CAE" w:rsidRDefault="00154E43" w:rsidP="0015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Telefon:</w:t>
            </w:r>
          </w:p>
          <w:p w14:paraId="73A7DE11" w14:textId="77777777" w:rsidR="00154E43" w:rsidRPr="000E5CAE" w:rsidRDefault="00154E43" w:rsidP="0015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AT" w:eastAsia="cs-CZ"/>
              </w:rPr>
            </w:pPr>
            <w:r w:rsidRPr="000E5CAE">
              <w:rPr>
                <w:b/>
                <w:color w:val="000000"/>
              </w:rPr>
              <w:t xml:space="preserve"> </w:t>
            </w: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09FF2678" w14:textId="77777777" w:rsidR="00154E43" w:rsidRPr="000E5CAE" w:rsidRDefault="00154E43" w:rsidP="0015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E-mail:</w:t>
            </w:r>
          </w:p>
          <w:p w14:paraId="1C73797A" w14:textId="77777777" w:rsidR="00154E43" w:rsidRPr="000E5CAE" w:rsidRDefault="00154E43" w:rsidP="0015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8AEC" w14:textId="77777777" w:rsidR="00154E43" w:rsidRDefault="00154E43" w:rsidP="00154E43">
            <w:pPr>
              <w:pStyle w:val="Odstavecseseznamem"/>
              <w:numPr>
                <w:ilvl w:val="0"/>
                <w:numId w:val="34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154E43">
              <w:rPr>
                <w:rFonts w:cs="Calibri"/>
                <w:color w:val="000000"/>
              </w:rPr>
              <w:t xml:space="preserve">provedení školení MS Office ve všech požadovaných tématech (Word I, II, Excel I, II, III, PowerPoint I, II, Outlook, </w:t>
            </w:r>
            <w:proofErr w:type="spellStart"/>
            <w:r w:rsidRPr="00154E43">
              <w:rPr>
                <w:rFonts w:cs="Calibri"/>
                <w:color w:val="000000"/>
              </w:rPr>
              <w:t>Teams</w:t>
            </w:r>
            <w:proofErr w:type="spellEnd"/>
            <w:r w:rsidRPr="00154E43">
              <w:rPr>
                <w:rFonts w:cs="Calibri"/>
                <w:color w:val="000000"/>
              </w:rPr>
              <w:t xml:space="preserve">, Access, Project, Visio, Excel makra, </w:t>
            </w:r>
            <w:proofErr w:type="spellStart"/>
            <w:r w:rsidRPr="00154E43">
              <w:rPr>
                <w:rFonts w:cs="Calibri"/>
                <w:color w:val="000000"/>
              </w:rPr>
              <w:t>Power</w:t>
            </w:r>
            <w:proofErr w:type="spellEnd"/>
            <w:r w:rsidRPr="00154E43">
              <w:rPr>
                <w:rFonts w:cs="Calibri"/>
                <w:color w:val="000000"/>
              </w:rPr>
              <w:t xml:space="preserve"> nástroje a kancelářský balíček MS Office)</w:t>
            </w:r>
            <w:r>
              <w:rPr>
                <w:rFonts w:cs="Calibri"/>
                <w:color w:val="000000"/>
              </w:rPr>
              <w:t>;</w:t>
            </w:r>
          </w:p>
          <w:p w14:paraId="1507F36C" w14:textId="77CDE149" w:rsidR="00154E43" w:rsidRPr="00123097" w:rsidRDefault="00154E43" w:rsidP="00154E43">
            <w:pPr>
              <w:pStyle w:val="Odstavecseseznamem"/>
              <w:numPr>
                <w:ilvl w:val="0"/>
                <w:numId w:val="3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bookmarkStart w:id="0" w:name="_GoBack"/>
            <w:bookmarkEnd w:id="0"/>
            <w:r w:rsidRPr="00154E43">
              <w:rPr>
                <w:rFonts w:cs="Calibri"/>
                <w:color w:val="000000"/>
              </w:rPr>
              <w:t>administrativní činnosti dle bližší specifikace a Smlouvy (zejména vyhotovení zprávy z každého jednotlivého výukového dne, závěrečné zprávy lektora apod.)</w:t>
            </w:r>
          </w:p>
        </w:tc>
      </w:tr>
    </w:tbl>
    <w:p w14:paraId="6DABB337" w14:textId="77777777" w:rsidR="00B85B4C" w:rsidRPr="00B85B4C" w:rsidRDefault="00B85B4C" w:rsidP="00F0533E">
      <w:pPr>
        <w:rPr>
          <w:b/>
          <w:u w:val="single"/>
        </w:rPr>
      </w:pPr>
    </w:p>
    <w:sectPr w:rsidR="00B85B4C" w:rsidRPr="00B85B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85069" w14:textId="77777777" w:rsidR="007F7FC8" w:rsidRDefault="007F7FC8" w:rsidP="00962258">
      <w:pPr>
        <w:spacing w:after="0" w:line="240" w:lineRule="auto"/>
      </w:pPr>
      <w:r>
        <w:separator/>
      </w:r>
    </w:p>
  </w:endnote>
  <w:endnote w:type="continuationSeparator" w:id="0">
    <w:p w14:paraId="43592AF3" w14:textId="77777777" w:rsidR="007F7FC8" w:rsidRDefault="007F7F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A07D1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5FE62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0D3A9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8E67B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2D8051" w14:textId="77777777" w:rsidR="00F1715C" w:rsidRDefault="00F1715C" w:rsidP="00D831A3">
          <w:pPr>
            <w:pStyle w:val="Zpat"/>
          </w:pPr>
        </w:p>
      </w:tc>
    </w:tr>
  </w:tbl>
  <w:p w14:paraId="01ECAB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4F33327" wp14:editId="00FDFF9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48CBAA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B43F677" wp14:editId="6952F13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6F8D7B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5BB9DC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F48C70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74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74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078C50" w14:textId="77777777" w:rsidR="00F1715C" w:rsidRDefault="00F1715C" w:rsidP="00D92F0A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A9ECB2E" w14:textId="77777777" w:rsidR="00F1715C" w:rsidRDefault="00F1715C" w:rsidP="00D92F0A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8E56FC3" w14:textId="77777777" w:rsidR="00F1715C" w:rsidRDefault="00F1715C" w:rsidP="00D92F0A">
          <w:pPr>
            <w:pStyle w:val="Zpat"/>
            <w:jc w:val="left"/>
          </w:pPr>
          <w:r>
            <w:t>Sídlo: Dlážděná 1003/7, 110 00 Praha 1</w:t>
          </w:r>
        </w:p>
        <w:p w14:paraId="74FD73B0" w14:textId="77777777" w:rsidR="00F1715C" w:rsidRDefault="00F1715C" w:rsidP="00D92F0A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A4C1DB3" w14:textId="69DF833F" w:rsidR="00F1715C" w:rsidRDefault="00F1715C" w:rsidP="00D92F0A">
          <w:pPr>
            <w:pStyle w:val="Zpat"/>
            <w:jc w:val="left"/>
          </w:pPr>
          <w:r>
            <w:t>www.</w:t>
          </w:r>
          <w:r w:rsidR="00AB37E8">
            <w:t>spravazeleznic</w:t>
          </w:r>
          <w:r>
            <w:t>.cz</w:t>
          </w:r>
        </w:p>
      </w:tc>
      <w:tc>
        <w:tcPr>
          <w:tcW w:w="2921" w:type="dxa"/>
        </w:tcPr>
        <w:p w14:paraId="151C321F" w14:textId="77777777" w:rsidR="00F1715C" w:rsidRDefault="00F1715C" w:rsidP="00460660">
          <w:pPr>
            <w:pStyle w:val="Zpat"/>
          </w:pPr>
        </w:p>
      </w:tc>
    </w:tr>
  </w:tbl>
  <w:p w14:paraId="39A10FA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92B0FCE" wp14:editId="440A254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E374AC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4460883" wp14:editId="1DC168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C3302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2E20ED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EC5A2" w14:textId="77777777" w:rsidR="007F7FC8" w:rsidRDefault="007F7FC8" w:rsidP="00962258">
      <w:pPr>
        <w:spacing w:after="0" w:line="240" w:lineRule="auto"/>
      </w:pPr>
      <w:r>
        <w:separator/>
      </w:r>
    </w:p>
  </w:footnote>
  <w:footnote w:type="continuationSeparator" w:id="0">
    <w:p w14:paraId="21B96F2D" w14:textId="77777777" w:rsidR="007F7FC8" w:rsidRDefault="007F7F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AA49D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FBA500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99C90E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70CE61" w14:textId="77777777" w:rsidR="00F1715C" w:rsidRPr="00D6163D" w:rsidRDefault="00F1715C" w:rsidP="00D6163D">
          <w:pPr>
            <w:pStyle w:val="Druhdokumentu"/>
          </w:pPr>
        </w:p>
      </w:tc>
    </w:tr>
  </w:tbl>
  <w:p w14:paraId="4FE068F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E2869E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DA02D8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FF578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2CEAF51" w14:textId="77777777" w:rsidR="00F1715C" w:rsidRPr="00D6163D" w:rsidRDefault="00F1715C" w:rsidP="00FC6389">
          <w:pPr>
            <w:pStyle w:val="Druhdokumentu"/>
          </w:pPr>
        </w:p>
      </w:tc>
    </w:tr>
  </w:tbl>
  <w:p w14:paraId="2F26444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DFBF8D3" wp14:editId="368576C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15BE8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DF27DD1"/>
    <w:multiLevelType w:val="hybridMultilevel"/>
    <w:tmpl w:val="311A242C"/>
    <w:lvl w:ilvl="0" w:tplc="48207036">
      <w:numFmt w:val="bullet"/>
      <w:lvlText w:val="-"/>
      <w:lvlJc w:val="left"/>
      <w:pPr>
        <w:ind w:left="420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01148"/>
    <w:rsid w:val="00072C1E"/>
    <w:rsid w:val="000E23A7"/>
    <w:rsid w:val="0010693F"/>
    <w:rsid w:val="00114472"/>
    <w:rsid w:val="00123097"/>
    <w:rsid w:val="00154E43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A25EE"/>
    <w:rsid w:val="003B05F8"/>
    <w:rsid w:val="003E1056"/>
    <w:rsid w:val="003E1875"/>
    <w:rsid w:val="00441430"/>
    <w:rsid w:val="00450F07"/>
    <w:rsid w:val="00453CD3"/>
    <w:rsid w:val="00460660"/>
    <w:rsid w:val="00460B4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2F7D"/>
    <w:rsid w:val="0060745D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00884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7F7FC8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6A67"/>
    <w:rsid w:val="009F392E"/>
    <w:rsid w:val="00A6177B"/>
    <w:rsid w:val="00A66136"/>
    <w:rsid w:val="00AA4CBB"/>
    <w:rsid w:val="00AA65FA"/>
    <w:rsid w:val="00AA7351"/>
    <w:rsid w:val="00AB1B14"/>
    <w:rsid w:val="00AB37E8"/>
    <w:rsid w:val="00AD056F"/>
    <w:rsid w:val="00AD6731"/>
    <w:rsid w:val="00B15D0D"/>
    <w:rsid w:val="00B75EE1"/>
    <w:rsid w:val="00B767B8"/>
    <w:rsid w:val="00B77481"/>
    <w:rsid w:val="00B8518B"/>
    <w:rsid w:val="00B85B4C"/>
    <w:rsid w:val="00BD7E91"/>
    <w:rsid w:val="00C02D0A"/>
    <w:rsid w:val="00C03A6E"/>
    <w:rsid w:val="00C321A6"/>
    <w:rsid w:val="00C44F6A"/>
    <w:rsid w:val="00C47AE3"/>
    <w:rsid w:val="00CB1E55"/>
    <w:rsid w:val="00CD1FC4"/>
    <w:rsid w:val="00D21061"/>
    <w:rsid w:val="00D4108E"/>
    <w:rsid w:val="00D6163D"/>
    <w:rsid w:val="00D73D46"/>
    <w:rsid w:val="00D831A3"/>
    <w:rsid w:val="00D92F0A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ED0F93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D3174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FD31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FD3174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FD3174"/>
    <w:pPr>
      <w:spacing w:before="120" w:after="120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AB37E8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3B05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05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05F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05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05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9DCED9-8C73-4407-B58B-63695E943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0ADA5E8-C058-41D1-AC0E-12AE06144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2</Pages>
  <Words>227</Words>
  <Characters>1343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Prachařová Karolína, Mgr.</cp:lastModifiedBy>
  <cp:revision>2</cp:revision>
  <cp:lastPrinted>2017-11-28T17:18:00Z</cp:lastPrinted>
  <dcterms:created xsi:type="dcterms:W3CDTF">2024-02-09T11:24:00Z</dcterms:created>
  <dcterms:modified xsi:type="dcterms:W3CDTF">2024-02-09T11:24:00Z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